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C15A1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732072">
              <w:rPr>
                <w:b/>
                <w:iCs/>
              </w:rPr>
              <w:t>Възстановяване на корозионно устойчиви покрития по металните конструкции отвън сградата на ХОГ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86C" w:rsidRDefault="0033186C">
      <w:r>
        <w:separator/>
      </w:r>
    </w:p>
  </w:endnote>
  <w:endnote w:type="continuationSeparator" w:id="0">
    <w:p w:rsidR="0033186C" w:rsidRDefault="00331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86C" w:rsidRDefault="0033186C">
      <w:r>
        <w:separator/>
      </w:r>
    </w:p>
  </w:footnote>
  <w:footnote w:type="continuationSeparator" w:id="0">
    <w:p w:rsidR="0033186C" w:rsidRDefault="003318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23A3E"/>
    <w:rsid w:val="002D3C78"/>
    <w:rsid w:val="002D3F44"/>
    <w:rsid w:val="002E247A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544235"/>
    <w:rsid w:val="00592444"/>
    <w:rsid w:val="00592D89"/>
    <w:rsid w:val="005F41D1"/>
    <w:rsid w:val="006142A7"/>
    <w:rsid w:val="00632794"/>
    <w:rsid w:val="006B20F8"/>
    <w:rsid w:val="00740C38"/>
    <w:rsid w:val="007501CA"/>
    <w:rsid w:val="00790698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D3216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svgrigorova</cp:lastModifiedBy>
  <cp:revision>2</cp:revision>
  <cp:lastPrinted>2016-05-10T05:01:00Z</cp:lastPrinted>
  <dcterms:created xsi:type="dcterms:W3CDTF">2016-05-10T11:37:00Z</dcterms:created>
  <dcterms:modified xsi:type="dcterms:W3CDTF">2016-05-12T11:48:00Z</dcterms:modified>
</cp:coreProperties>
</file>